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:rsidR="00FE0269" w:rsidRDefault="00D14210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="00DD4056">
        <w:rPr>
          <w:rFonts w:ascii="Arial" w:hAnsi="Arial" w:cs="Arial"/>
          <w:lang w:val="fr-FR"/>
        </w:rPr>
        <w:t xml:space="preserve">iphon </w:t>
      </w:r>
      <w:r w:rsidR="003F6083">
        <w:rPr>
          <w:rFonts w:ascii="Arial" w:hAnsi="Arial" w:cs="Arial"/>
          <w:lang w:val="fr-FR"/>
        </w:rPr>
        <w:t>tubulaire</w:t>
      </w:r>
      <w:r w:rsidR="00DD4056">
        <w:rPr>
          <w:rFonts w:ascii="Arial" w:hAnsi="Arial" w:cs="Arial"/>
          <w:lang w:val="fr-FR"/>
        </w:rPr>
        <w:t xml:space="preserve"> </w:t>
      </w:r>
      <w:r w:rsidR="00A84E47">
        <w:rPr>
          <w:rFonts w:ascii="Arial" w:hAnsi="Arial" w:cs="Arial"/>
          <w:lang w:val="fr-FR"/>
        </w:rPr>
        <w:t>selon le principe (ou de type)</w:t>
      </w:r>
      <w:r w:rsidR="00DD4056">
        <w:rPr>
          <w:rFonts w:ascii="Arial" w:hAnsi="Arial" w:cs="Arial"/>
          <w:lang w:val="fr-FR"/>
        </w:rPr>
        <w:t xml:space="preserve"> </w:t>
      </w:r>
      <w:r w:rsidR="006032C6">
        <w:rPr>
          <w:rFonts w:ascii="Arial" w:hAnsi="Arial" w:cs="Arial"/>
          <w:lang w:val="fr-FR"/>
        </w:rPr>
        <w:t xml:space="preserve">"à </w:t>
      </w:r>
      <w:r w:rsidR="00DD4056">
        <w:rPr>
          <w:rFonts w:ascii="Arial" w:hAnsi="Arial" w:cs="Arial"/>
          <w:lang w:val="fr-FR"/>
        </w:rPr>
        <w:t>passage direct</w:t>
      </w:r>
      <w:r w:rsidR="006032C6">
        <w:rPr>
          <w:rFonts w:ascii="Arial" w:hAnsi="Arial" w:cs="Arial"/>
          <w:lang w:val="fr-FR"/>
        </w:rPr>
        <w:t>"</w:t>
      </w:r>
    </w:p>
    <w:p w:rsidR="00BF1D65" w:rsidRDefault="00DD4056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hauteur de garde d'eau : 5</w:t>
      </w:r>
      <w:r w:rsidR="000C7B1A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9D4797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</w:p>
    <w:p w:rsidR="00676154" w:rsidRDefault="00DD4056" w:rsidP="00D26D44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siphon es </w:t>
      </w:r>
      <w:r w:rsidR="006032C6">
        <w:rPr>
          <w:rFonts w:ascii="Arial" w:hAnsi="Arial" w:cs="Arial"/>
          <w:lang w:val="fr-FR"/>
        </w:rPr>
        <w:t>réalisé en</w:t>
      </w:r>
      <w:r>
        <w:rPr>
          <w:rFonts w:ascii="Arial" w:hAnsi="Arial" w:cs="Arial"/>
          <w:lang w:val="fr-FR"/>
        </w:rPr>
        <w:t xml:space="preserve"> </w:t>
      </w:r>
      <w:r w:rsidR="00F634FA">
        <w:rPr>
          <w:rFonts w:ascii="Arial" w:hAnsi="Arial" w:cs="Arial"/>
          <w:lang w:val="fr-FR"/>
        </w:rPr>
        <w:t>PP</w:t>
      </w:r>
      <w:r w:rsidR="003F6083">
        <w:rPr>
          <w:rFonts w:ascii="Arial" w:hAnsi="Arial" w:cs="Arial"/>
          <w:lang w:val="fr-FR"/>
        </w:rPr>
        <w:t>-C, la rosace murale en ABS et les joints en EPDM.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:rsidR="00DD4056" w:rsidRPr="009836C8" w:rsidRDefault="00D14210" w:rsidP="00DD4056">
      <w:pPr>
        <w:pStyle w:val="Bulleted1"/>
        <w:rPr>
          <w:rFonts w:ascii="Arial" w:hAnsi="Arial"/>
          <w:lang w:val="fr-FR"/>
        </w:rPr>
      </w:pPr>
      <w:r w:rsidRPr="009836C8">
        <w:rPr>
          <w:rFonts w:ascii="Arial" w:hAnsi="Arial"/>
          <w:lang w:val="fr-FR"/>
        </w:rPr>
        <w:t>l</w:t>
      </w:r>
      <w:r w:rsidR="00DD4056" w:rsidRPr="009836C8">
        <w:rPr>
          <w:rFonts w:ascii="Arial" w:hAnsi="Arial"/>
          <w:lang w:val="fr-FR"/>
        </w:rPr>
        <w:t xml:space="preserve">e </w:t>
      </w:r>
      <w:r w:rsidRPr="009836C8">
        <w:rPr>
          <w:rFonts w:ascii="Arial" w:hAnsi="Arial"/>
          <w:lang w:val="fr-FR"/>
        </w:rPr>
        <w:t xml:space="preserve">siphon </w:t>
      </w:r>
      <w:r w:rsidR="009836C8" w:rsidRPr="009836C8">
        <w:rPr>
          <w:rFonts w:ascii="Arial" w:hAnsi="Arial"/>
          <w:lang w:val="fr-FR"/>
        </w:rPr>
        <w:t>tubulaire</w:t>
      </w:r>
      <w:r w:rsidR="00DD4056" w:rsidRPr="009836C8">
        <w:rPr>
          <w:rFonts w:ascii="Arial" w:hAnsi="Arial"/>
          <w:lang w:val="fr-FR"/>
        </w:rPr>
        <w:t xml:space="preserve">, </w:t>
      </w:r>
      <w:r w:rsidRPr="009836C8">
        <w:rPr>
          <w:rFonts w:ascii="Arial" w:hAnsi="Arial"/>
          <w:lang w:val="fr-FR"/>
        </w:rPr>
        <w:t xml:space="preserve">avec rosace murale </w:t>
      </w:r>
      <w:r w:rsidR="009836C8" w:rsidRPr="009836C8">
        <w:rPr>
          <w:rFonts w:ascii="Arial" w:hAnsi="Arial"/>
          <w:lang w:val="fr-FR"/>
        </w:rPr>
        <w:t>profonde</w:t>
      </w:r>
      <w:r w:rsidR="009836C8">
        <w:rPr>
          <w:rFonts w:ascii="Arial" w:hAnsi="Arial"/>
          <w:lang w:val="fr-FR"/>
        </w:rPr>
        <w:t xml:space="preserve">, est du </w:t>
      </w:r>
      <w:r w:rsidR="00E03578" w:rsidRPr="009836C8">
        <w:rPr>
          <w:rFonts w:ascii="Arial" w:hAnsi="Arial"/>
          <w:lang w:val="fr-FR"/>
        </w:rPr>
        <w:t>type "à</w:t>
      </w:r>
      <w:r w:rsidRPr="009836C8">
        <w:rPr>
          <w:rFonts w:ascii="Arial" w:hAnsi="Arial"/>
          <w:lang w:val="fr-FR"/>
        </w:rPr>
        <w:t xml:space="preserve"> passage direct"</w:t>
      </w:r>
      <w:r w:rsidR="00DD4056" w:rsidRPr="009836C8">
        <w:rPr>
          <w:rFonts w:ascii="Arial" w:hAnsi="Arial"/>
          <w:lang w:val="fr-FR"/>
        </w:rPr>
        <w:t>.</w:t>
      </w:r>
    </w:p>
    <w:p w:rsidR="00DD4056" w:rsidRDefault="00D14210" w:rsidP="00DD4056">
      <w:pPr>
        <w:pStyle w:val="Bulleted2"/>
        <w:rPr>
          <w:rFonts w:ascii="Arial" w:hAnsi="Arial"/>
        </w:rPr>
      </w:pPr>
      <w:r>
        <w:rPr>
          <w:rFonts w:ascii="Arial" w:hAnsi="Arial"/>
        </w:rPr>
        <w:t>l</w:t>
      </w:r>
      <w:r w:rsidR="00DD4056">
        <w:rPr>
          <w:rFonts w:ascii="Arial" w:hAnsi="Arial"/>
        </w:rPr>
        <w:t>e si</w:t>
      </w:r>
      <w:r>
        <w:rPr>
          <w:rFonts w:ascii="Arial" w:hAnsi="Arial"/>
        </w:rPr>
        <w:t>ph</w:t>
      </w:r>
      <w:r w:rsidR="00DD4056">
        <w:rPr>
          <w:rFonts w:ascii="Arial" w:hAnsi="Arial"/>
        </w:rPr>
        <w:t xml:space="preserve">on </w:t>
      </w:r>
      <w:r>
        <w:rPr>
          <w:rFonts w:ascii="Arial" w:hAnsi="Arial"/>
        </w:rPr>
        <w:t>est autonettoyant</w:t>
      </w:r>
    </w:p>
    <w:p w:rsidR="00DD4056" w:rsidRPr="00D14210" w:rsidRDefault="00D14210" w:rsidP="00DD4056">
      <w:pPr>
        <w:pStyle w:val="Bulleted2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 xml:space="preserve">le débit d'évacuation est </w:t>
      </w:r>
      <w:r w:rsidR="00DD4056" w:rsidRPr="00D14210">
        <w:rPr>
          <w:rFonts w:ascii="Arial" w:hAnsi="Arial"/>
          <w:lang w:val="fr-FR"/>
        </w:rPr>
        <w:t>&gt; 0,</w:t>
      </w:r>
      <w:r w:rsidR="009836C8">
        <w:rPr>
          <w:rFonts w:ascii="Arial" w:hAnsi="Arial"/>
          <w:lang w:val="fr-FR"/>
        </w:rPr>
        <w:t>6</w:t>
      </w:r>
      <w:r w:rsidR="00DD4056" w:rsidRPr="00D14210">
        <w:rPr>
          <w:rFonts w:ascii="Arial" w:hAnsi="Arial"/>
          <w:lang w:val="fr-FR"/>
        </w:rPr>
        <w:t xml:space="preserve"> l/s</w:t>
      </w:r>
    </w:p>
    <w:p w:rsidR="00DD4056" w:rsidRPr="00D14210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l</w:t>
      </w:r>
      <w:r w:rsidR="00DD4056" w:rsidRPr="00D14210">
        <w:rPr>
          <w:rFonts w:ascii="Arial" w:hAnsi="Arial"/>
          <w:lang w:val="fr-FR"/>
        </w:rPr>
        <w:t>e si</w:t>
      </w:r>
      <w:r w:rsidRPr="00D14210">
        <w:rPr>
          <w:rFonts w:ascii="Arial" w:hAnsi="Arial"/>
          <w:lang w:val="fr-FR"/>
        </w:rPr>
        <w:t>ph</w:t>
      </w:r>
      <w:r w:rsidR="00DD4056" w:rsidRPr="00D14210">
        <w:rPr>
          <w:rFonts w:ascii="Arial" w:hAnsi="Arial"/>
          <w:lang w:val="fr-FR"/>
        </w:rPr>
        <w:t xml:space="preserve">on </w:t>
      </w:r>
      <w:r w:rsidRPr="00D14210">
        <w:rPr>
          <w:rFonts w:ascii="Arial" w:hAnsi="Arial"/>
          <w:lang w:val="fr-FR"/>
        </w:rPr>
        <w:t>répond aux exigences de qualité selon</w:t>
      </w:r>
      <w:r w:rsidR="00DD4056" w:rsidRPr="00D14210">
        <w:rPr>
          <w:rFonts w:ascii="Arial" w:hAnsi="Arial"/>
          <w:lang w:val="fr-FR"/>
        </w:rPr>
        <w:t xml:space="preserve"> </w:t>
      </w:r>
      <w:r w:rsidR="00F333EB">
        <w:rPr>
          <w:rFonts w:ascii="Arial" w:hAnsi="Arial"/>
          <w:lang w:val="fr-FR"/>
        </w:rPr>
        <w:t xml:space="preserve">la norme </w:t>
      </w:r>
      <w:r w:rsidR="00DD4056" w:rsidRPr="00D14210">
        <w:rPr>
          <w:rFonts w:ascii="Arial" w:hAnsi="Arial"/>
          <w:lang w:val="fr-FR"/>
        </w:rPr>
        <w:t>NBN EN 274-3</w:t>
      </w:r>
    </w:p>
    <w:p w:rsidR="00DD4056" w:rsidRPr="00127621" w:rsidRDefault="00D14210" w:rsidP="00DD4056">
      <w:pPr>
        <w:pStyle w:val="Bulleted1"/>
        <w:rPr>
          <w:rFonts w:ascii="Arial" w:hAnsi="Arial"/>
          <w:lang w:val="fr-FR"/>
        </w:rPr>
      </w:pPr>
      <w:r w:rsidRPr="00127621">
        <w:rPr>
          <w:rFonts w:ascii="Arial" w:hAnsi="Arial"/>
          <w:lang w:val="fr-FR"/>
        </w:rPr>
        <w:t>l</w:t>
      </w:r>
      <w:r w:rsidR="00DD4056" w:rsidRPr="00127621">
        <w:rPr>
          <w:rFonts w:ascii="Arial" w:hAnsi="Arial"/>
          <w:lang w:val="fr-FR"/>
        </w:rPr>
        <w:t>e si</w:t>
      </w:r>
      <w:r w:rsidRPr="00127621">
        <w:rPr>
          <w:rFonts w:ascii="Arial" w:hAnsi="Arial"/>
          <w:lang w:val="fr-FR"/>
        </w:rPr>
        <w:t>ph</w:t>
      </w:r>
      <w:r w:rsidR="00DD4056" w:rsidRPr="00127621">
        <w:rPr>
          <w:rFonts w:ascii="Arial" w:hAnsi="Arial"/>
          <w:lang w:val="fr-FR"/>
        </w:rPr>
        <w:t xml:space="preserve">on </w:t>
      </w:r>
      <w:r w:rsidRPr="00127621">
        <w:rPr>
          <w:rFonts w:ascii="Arial" w:hAnsi="Arial"/>
          <w:lang w:val="fr-FR"/>
        </w:rPr>
        <w:t xml:space="preserve">ne </w:t>
      </w:r>
      <w:r w:rsidR="00127621" w:rsidRPr="00127621">
        <w:rPr>
          <w:rFonts w:ascii="Arial" w:hAnsi="Arial"/>
          <w:lang w:val="fr-FR"/>
        </w:rPr>
        <w:t>se corrode</w:t>
      </w:r>
      <w:r w:rsidRPr="00127621">
        <w:rPr>
          <w:rFonts w:ascii="Arial" w:hAnsi="Arial"/>
          <w:lang w:val="fr-FR"/>
        </w:rPr>
        <w:t xml:space="preserve"> pas</w:t>
      </w:r>
    </w:p>
    <w:p w:rsidR="00DD4056" w:rsidRDefault="00D14210" w:rsidP="00DD4056">
      <w:pPr>
        <w:pStyle w:val="Bulleted1"/>
        <w:rPr>
          <w:rFonts w:ascii="Arial" w:hAnsi="Arial"/>
          <w:lang w:val="fr-FR"/>
        </w:rPr>
      </w:pPr>
      <w:r w:rsidRPr="00D14210">
        <w:rPr>
          <w:rFonts w:ascii="Arial" w:hAnsi="Arial"/>
          <w:lang w:val="fr-FR"/>
        </w:rPr>
        <w:t>réglage télescopique en hauteur</w:t>
      </w:r>
      <w:r w:rsidR="00127621">
        <w:rPr>
          <w:rFonts w:ascii="Arial" w:hAnsi="Arial"/>
          <w:lang w:val="fr-FR"/>
        </w:rPr>
        <w:t xml:space="preserve"> possible du tuyau d'immersion </w:t>
      </w:r>
      <w:r w:rsidRPr="00D14210">
        <w:rPr>
          <w:rFonts w:ascii="Arial" w:hAnsi="Arial"/>
          <w:lang w:val="fr-FR"/>
        </w:rPr>
        <w:t xml:space="preserve">de </w:t>
      </w:r>
      <w:r>
        <w:rPr>
          <w:rFonts w:ascii="Arial" w:hAnsi="Arial"/>
          <w:lang w:val="fr-FR"/>
        </w:rPr>
        <w:t xml:space="preserve">0 à </w:t>
      </w:r>
      <w:r w:rsidRPr="00D14210">
        <w:rPr>
          <w:rFonts w:ascii="Arial" w:hAnsi="Arial"/>
          <w:lang w:val="fr-FR"/>
        </w:rPr>
        <w:t>1</w:t>
      </w:r>
      <w:r w:rsidR="009836C8">
        <w:rPr>
          <w:rFonts w:ascii="Arial" w:hAnsi="Arial"/>
          <w:lang w:val="fr-FR"/>
        </w:rPr>
        <w:t>4</w:t>
      </w:r>
      <w:r w:rsidRPr="00D14210">
        <w:rPr>
          <w:rFonts w:ascii="Arial" w:hAnsi="Arial"/>
          <w:lang w:val="fr-FR"/>
        </w:rPr>
        <w:t xml:space="preserve"> cm</w:t>
      </w:r>
    </w:p>
    <w:p w:rsidR="00817017" w:rsidRPr="00D14210" w:rsidRDefault="00817017" w:rsidP="00DD4056">
      <w:pPr>
        <w:pStyle w:val="Bulleted1"/>
        <w:rPr>
          <w:rFonts w:ascii="Arial" w:hAnsi="Arial"/>
          <w:lang w:val="fr-FR"/>
        </w:rPr>
      </w:pPr>
      <w:r w:rsidRPr="00817017">
        <w:rPr>
          <w:rFonts w:ascii="Arial" w:hAnsi="Arial"/>
          <w:lang w:val="fr-FR"/>
        </w:rPr>
        <w:t>le tuyau d'évacuation horizontal peut être raccourci de 2</w:t>
      </w:r>
      <w:r w:rsidR="009836C8">
        <w:rPr>
          <w:rFonts w:ascii="Arial" w:hAnsi="Arial"/>
          <w:lang w:val="fr-FR"/>
        </w:rPr>
        <w:t>3</w:t>
      </w:r>
      <w:r w:rsidRPr="00817017">
        <w:rPr>
          <w:rFonts w:ascii="Arial" w:hAnsi="Arial"/>
          <w:lang w:val="fr-FR"/>
        </w:rPr>
        <w:t xml:space="preserve"> cm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579"/>
      </w:tblGrid>
      <w:tr w:rsidR="002569CC" w:rsidRPr="00A84E47" w:rsidTr="00C81689">
        <w:tc>
          <w:tcPr>
            <w:tcW w:w="2008" w:type="dxa"/>
          </w:tcPr>
          <w:p w:rsidR="0020639C" w:rsidRPr="002569CC" w:rsidRDefault="002E128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hauteur :</w:t>
            </w:r>
          </w:p>
        </w:tc>
        <w:tc>
          <w:tcPr>
            <w:tcW w:w="573" w:type="dxa"/>
          </w:tcPr>
          <w:p w:rsidR="0020639C" w:rsidRPr="002569CC" w:rsidRDefault="0082431D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5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2569CC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BD2596" w:rsidRDefault="00BD2596" w:rsidP="00157D48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</w:t>
            </w:r>
            <w:r w:rsidR="0020639C" w:rsidRPr="00BD2596">
              <w:rPr>
                <w:rFonts w:ascii="Arial" w:hAnsi="Arial" w:cs="Arial"/>
                <w:lang w:val="fr-FR"/>
              </w:rPr>
              <w:t>m</w:t>
            </w:r>
            <w:r w:rsidRPr="00BD2596">
              <w:rPr>
                <w:rFonts w:ascii="Arial" w:hAnsi="Arial" w:cs="Arial"/>
                <w:lang w:val="fr-FR"/>
              </w:rPr>
              <w:t xml:space="preserve"> (</w:t>
            </w:r>
            <w:r w:rsidR="0082431D">
              <w:rPr>
                <w:rFonts w:ascii="Arial" w:hAnsi="Arial" w:cs="Arial"/>
                <w:lang w:val="fr-FR"/>
              </w:rPr>
              <w:t>entre l'axe du tuyau d'évacuation en la partie inférieure du siphon</w:t>
            </w:r>
            <w:r>
              <w:rPr>
                <w:rFonts w:ascii="Arial" w:hAnsi="Arial" w:cs="Arial"/>
                <w:lang w:val="fr-FR"/>
              </w:rPr>
              <w:t>)</w:t>
            </w:r>
          </w:p>
        </w:tc>
      </w:tr>
      <w:tr w:rsidR="0020639C" w:rsidRPr="00A84E47" w:rsidTr="00C81689">
        <w:tc>
          <w:tcPr>
            <w:tcW w:w="2008" w:type="dxa"/>
          </w:tcPr>
          <w:p w:rsidR="0020639C" w:rsidRPr="00F86A6E" w:rsidRDefault="00C81689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diamètre de raccordement :</w:t>
            </w:r>
          </w:p>
        </w:tc>
        <w:tc>
          <w:tcPr>
            <w:tcW w:w="573" w:type="dxa"/>
          </w:tcPr>
          <w:p w:rsidR="0020639C" w:rsidRPr="00F86A6E" w:rsidRDefault="00C81689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5/4"</w:t>
            </w:r>
          </w:p>
        </w:tc>
        <w:tc>
          <w:tcPr>
            <w:tcW w:w="85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20639C" w:rsidRPr="00C81689" w:rsidRDefault="00C81689" w:rsidP="00157D48">
            <w:pPr>
              <w:rPr>
                <w:rFonts w:ascii="Arial" w:hAnsi="Arial" w:cs="Arial"/>
                <w:lang w:val="fr-FR"/>
              </w:rPr>
            </w:pPr>
            <w:r w:rsidRPr="00C81689">
              <w:rPr>
                <w:rFonts w:ascii="Arial" w:hAnsi="Arial" w:cs="Arial"/>
                <w:lang w:val="fr-FR"/>
              </w:rPr>
              <w:t xml:space="preserve">(écrou de raccordement </w:t>
            </w:r>
            <w:r w:rsidR="00127621">
              <w:rPr>
                <w:rFonts w:ascii="Arial" w:hAnsi="Arial" w:cs="Arial"/>
                <w:lang w:val="fr-FR"/>
              </w:rPr>
              <w:t>à</w:t>
            </w:r>
            <w:r>
              <w:rPr>
                <w:rFonts w:ascii="Arial" w:hAnsi="Arial" w:cs="Arial"/>
                <w:lang w:val="fr-FR"/>
              </w:rPr>
              <w:t xml:space="preserve"> la crépine)</w:t>
            </w:r>
          </w:p>
        </w:tc>
      </w:tr>
      <w:tr w:rsidR="009836C8" w:rsidRPr="003F6083" w:rsidTr="00C81689">
        <w:tc>
          <w:tcPr>
            <w:tcW w:w="2008" w:type="dxa"/>
          </w:tcPr>
          <w:p w:rsidR="009836C8" w:rsidRDefault="009836C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diametre d'évacuation :</w:t>
            </w:r>
          </w:p>
        </w:tc>
        <w:tc>
          <w:tcPr>
            <w:tcW w:w="573" w:type="dxa"/>
          </w:tcPr>
          <w:p w:rsidR="009836C8" w:rsidRDefault="009836C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85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:rsidR="009836C8" w:rsidRPr="00F86A6E" w:rsidRDefault="009836C8" w:rsidP="00157D48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:rsidR="009836C8" w:rsidRPr="00C81689" w:rsidRDefault="009836C8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mm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C81689" w:rsidRDefault="00C81689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  <w:bookmarkStart w:id="0" w:name="_GoBack"/>
      <w:bookmarkEnd w:id="0"/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81689" w:rsidRPr="00A75548" w:rsidTr="00103BF9">
        <w:trPr>
          <w:trHeight w:hRule="exact" w:val="3402"/>
        </w:trPr>
        <w:tc>
          <w:tcPr>
            <w:tcW w:w="3341" w:type="dxa"/>
            <w:vAlign w:val="bottom"/>
          </w:tcPr>
          <w:p w:rsidR="00C81689" w:rsidRPr="00A75548" w:rsidRDefault="0082431D" w:rsidP="00103BF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83F4E7B" wp14:editId="2FB2C9FB">
                  <wp:extent cx="1984375" cy="19627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81689" w:rsidRPr="00A75548" w:rsidRDefault="0082431D" w:rsidP="0082431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2145FF2" wp14:editId="42B1A03B">
                  <wp:extent cx="221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>légende:</w:t>
      </w:r>
    </w:p>
    <w:p w:rsidR="00C81689" w:rsidRPr="00C81689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C81689">
        <w:rPr>
          <w:rFonts w:ascii="Arial" w:hAnsi="Arial" w:cs="Arial"/>
          <w:lang w:val="fr-FR"/>
        </w:rPr>
        <w:t xml:space="preserve">G = 5/4" (écrou de raccordement </w:t>
      </w:r>
      <w:r w:rsidR="00127621">
        <w:rPr>
          <w:rFonts w:ascii="Arial" w:hAnsi="Arial" w:cs="Arial"/>
          <w:lang w:val="fr-FR"/>
        </w:rPr>
        <w:t>à</w:t>
      </w:r>
      <w:r w:rsidRPr="00C81689">
        <w:rPr>
          <w:rFonts w:ascii="Arial" w:hAnsi="Arial" w:cs="Arial"/>
          <w:lang w:val="fr-FR"/>
        </w:rPr>
        <w:t xml:space="preserve"> la crépine)</w:t>
      </w:r>
    </w:p>
    <w:p w:rsidR="00C81689" w:rsidRPr="006032C6" w:rsidRDefault="00C81689" w:rsidP="00C81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6032C6">
        <w:rPr>
          <w:rFonts w:ascii="Arial" w:hAnsi="Arial" w:cs="Arial"/>
          <w:lang w:val="fr-FR"/>
        </w:rPr>
        <w:t xml:space="preserve">d = 32 mm (diametre </w:t>
      </w:r>
      <w:r w:rsidR="00127621">
        <w:rPr>
          <w:rFonts w:ascii="Arial" w:hAnsi="Arial" w:cs="Arial"/>
          <w:lang w:val="fr-FR"/>
        </w:rPr>
        <w:t xml:space="preserve">du tuyau </w:t>
      </w:r>
      <w:r w:rsidRPr="006032C6">
        <w:rPr>
          <w:rFonts w:ascii="Arial" w:hAnsi="Arial" w:cs="Arial"/>
          <w:lang w:val="fr-FR"/>
        </w:rPr>
        <w:t>d'évacuation)</w:t>
      </w:r>
    </w:p>
    <w:p w:rsidR="00C81689" w:rsidRPr="0082431D" w:rsidRDefault="00C81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sectPr w:rsidR="00C81689" w:rsidRPr="0082431D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F95" w:rsidRDefault="00A01F95">
      <w:r>
        <w:separator/>
      </w:r>
    </w:p>
  </w:endnote>
  <w:endnote w:type="continuationSeparator" w:id="0">
    <w:p w:rsidR="00A01F95" w:rsidRDefault="00A01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A01F95">
            <w:fldChar w:fldCharType="begin"/>
          </w:r>
          <w:r w:rsidR="00A01F95">
            <w:instrText xml:space="preserve"> NUMPAGES  \* Arabic  \* MERGEFORMAT </w:instrText>
          </w:r>
          <w:r w:rsidR="00A01F95">
            <w:fldChar w:fldCharType="separate"/>
          </w:r>
          <w:r w:rsidR="00AA3555">
            <w:rPr>
              <w:noProof/>
            </w:rPr>
            <w:t>2</w:t>
          </w:r>
          <w:r w:rsidR="00A01F95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F95" w:rsidRDefault="00A01F95">
      <w:r>
        <w:separator/>
      </w:r>
    </w:p>
  </w:footnote>
  <w:footnote w:type="continuationSeparator" w:id="0">
    <w:p w:rsidR="00A01F95" w:rsidRDefault="00A01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D56834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Siphon pour lavabo </w:t>
    </w:r>
    <w:r w:rsidR="00A84E47">
      <w:rPr>
        <w:rFonts w:ascii="Arial" w:hAnsi="Arial" w:cs="Arial"/>
        <w:b/>
        <w:bCs/>
        <w:lang w:val="fr-FR"/>
      </w:rPr>
      <w:t xml:space="preserve">et bidet </w:t>
    </w:r>
    <w:r>
      <w:rPr>
        <w:rFonts w:ascii="Arial" w:hAnsi="Arial" w:cs="Arial"/>
        <w:b/>
        <w:bCs/>
        <w:lang w:val="fr-FR"/>
      </w:rPr>
      <w:t>Geberit,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A84E47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blanc,</w:t>
    </w:r>
    <w:r>
      <w:rPr>
        <w:rFonts w:ascii="Arial" w:hAnsi="Arial" w:cs="Arial"/>
        <w:b/>
        <w:bCs/>
        <w:lang w:val="fr-FR"/>
      </w:rPr>
      <w:t xml:space="preserve"> </w:t>
    </w:r>
    <w:r w:rsidR="00D56834">
      <w:rPr>
        <w:rFonts w:ascii="Arial" w:hAnsi="Arial"/>
        <w:b/>
      </w:rPr>
      <w:t>151.</w:t>
    </w:r>
    <w:r w:rsidR="00BB5CE1">
      <w:rPr>
        <w:rFonts w:ascii="Arial" w:hAnsi="Arial"/>
        <w:b/>
      </w:rPr>
      <w:t>113</w:t>
    </w:r>
    <w:r w:rsidR="00D56834">
      <w:rPr>
        <w:rFonts w:ascii="Arial" w:hAnsi="Arial"/>
        <w:b/>
      </w:rPr>
      <w:t>.</w:t>
    </w:r>
    <w:r w:rsidR="00835B26">
      <w:rPr>
        <w:rFonts w:ascii="Arial" w:hAnsi="Arial"/>
        <w:b/>
      </w:rPr>
      <w:t>1</w:t>
    </w:r>
    <w:r w:rsidR="00D56834">
      <w:rPr>
        <w:rFonts w:ascii="Arial" w:hAnsi="Arial"/>
        <w:b/>
      </w:rPr>
      <w:t>1.1 (d 32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4E47" w:rsidRDefault="00A84E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7796E"/>
    <w:rsid w:val="00080B0F"/>
    <w:rsid w:val="00081315"/>
    <w:rsid w:val="00083190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2534"/>
    <w:rsid w:val="000B490E"/>
    <w:rsid w:val="000B5562"/>
    <w:rsid w:val="000C4F0B"/>
    <w:rsid w:val="000C690D"/>
    <w:rsid w:val="000C7B1A"/>
    <w:rsid w:val="000D016D"/>
    <w:rsid w:val="000D1767"/>
    <w:rsid w:val="000D382A"/>
    <w:rsid w:val="000D3AFC"/>
    <w:rsid w:val="000E19F8"/>
    <w:rsid w:val="000E4E64"/>
    <w:rsid w:val="000E6962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65B1"/>
    <w:rsid w:val="00120CA6"/>
    <w:rsid w:val="00121823"/>
    <w:rsid w:val="00127621"/>
    <w:rsid w:val="00131247"/>
    <w:rsid w:val="0013316F"/>
    <w:rsid w:val="0013512D"/>
    <w:rsid w:val="00140353"/>
    <w:rsid w:val="00140842"/>
    <w:rsid w:val="0014375F"/>
    <w:rsid w:val="00152D82"/>
    <w:rsid w:val="00153C00"/>
    <w:rsid w:val="00153C75"/>
    <w:rsid w:val="00154B99"/>
    <w:rsid w:val="00155BA4"/>
    <w:rsid w:val="001577D6"/>
    <w:rsid w:val="00157D48"/>
    <w:rsid w:val="00162128"/>
    <w:rsid w:val="00162C34"/>
    <w:rsid w:val="00163320"/>
    <w:rsid w:val="00170E9C"/>
    <w:rsid w:val="001755CC"/>
    <w:rsid w:val="00181354"/>
    <w:rsid w:val="001879EF"/>
    <w:rsid w:val="001A217B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BBE"/>
    <w:rsid w:val="002241EC"/>
    <w:rsid w:val="00224E30"/>
    <w:rsid w:val="0022596E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B4E10"/>
    <w:rsid w:val="002C3455"/>
    <w:rsid w:val="002D1583"/>
    <w:rsid w:val="002D237E"/>
    <w:rsid w:val="002D4842"/>
    <w:rsid w:val="002D5CF2"/>
    <w:rsid w:val="002D6274"/>
    <w:rsid w:val="002E128E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2F68"/>
    <w:rsid w:val="00303120"/>
    <w:rsid w:val="003037CB"/>
    <w:rsid w:val="0032043B"/>
    <w:rsid w:val="00323382"/>
    <w:rsid w:val="00327981"/>
    <w:rsid w:val="00327D81"/>
    <w:rsid w:val="0033079C"/>
    <w:rsid w:val="00330D69"/>
    <w:rsid w:val="00332202"/>
    <w:rsid w:val="00333378"/>
    <w:rsid w:val="00334C1C"/>
    <w:rsid w:val="003375FF"/>
    <w:rsid w:val="00341781"/>
    <w:rsid w:val="00342B9F"/>
    <w:rsid w:val="0034775B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86D3F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AE8"/>
    <w:rsid w:val="003D3AAD"/>
    <w:rsid w:val="003D62A2"/>
    <w:rsid w:val="003E022F"/>
    <w:rsid w:val="003E149A"/>
    <w:rsid w:val="003E240D"/>
    <w:rsid w:val="003F4D6F"/>
    <w:rsid w:val="003F5461"/>
    <w:rsid w:val="003F6083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12F1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2C6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70227"/>
    <w:rsid w:val="00670CC4"/>
    <w:rsid w:val="006741B9"/>
    <w:rsid w:val="00676154"/>
    <w:rsid w:val="006809FB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3E46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0671A"/>
    <w:rsid w:val="0081484D"/>
    <w:rsid w:val="00817017"/>
    <w:rsid w:val="008205F8"/>
    <w:rsid w:val="00823E62"/>
    <w:rsid w:val="00823FF8"/>
    <w:rsid w:val="0082431D"/>
    <w:rsid w:val="00832A37"/>
    <w:rsid w:val="00835B26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235"/>
    <w:rsid w:val="00973517"/>
    <w:rsid w:val="00975DB9"/>
    <w:rsid w:val="00976DAC"/>
    <w:rsid w:val="0098249D"/>
    <w:rsid w:val="0098307C"/>
    <w:rsid w:val="009836C8"/>
    <w:rsid w:val="00984E63"/>
    <w:rsid w:val="009904A0"/>
    <w:rsid w:val="00991542"/>
    <w:rsid w:val="0099290F"/>
    <w:rsid w:val="00993A0B"/>
    <w:rsid w:val="00993A68"/>
    <w:rsid w:val="009A004C"/>
    <w:rsid w:val="009A1F47"/>
    <w:rsid w:val="009A3BB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B69"/>
    <w:rsid w:val="009D3A91"/>
    <w:rsid w:val="009D3B01"/>
    <w:rsid w:val="009D44F9"/>
    <w:rsid w:val="009D4797"/>
    <w:rsid w:val="009D6F63"/>
    <w:rsid w:val="009E0D0E"/>
    <w:rsid w:val="009E1A16"/>
    <w:rsid w:val="009E1CF1"/>
    <w:rsid w:val="009E2A7F"/>
    <w:rsid w:val="009E3716"/>
    <w:rsid w:val="009E5378"/>
    <w:rsid w:val="00A01F95"/>
    <w:rsid w:val="00A04395"/>
    <w:rsid w:val="00A07334"/>
    <w:rsid w:val="00A07E31"/>
    <w:rsid w:val="00A146B5"/>
    <w:rsid w:val="00A14E12"/>
    <w:rsid w:val="00A17A43"/>
    <w:rsid w:val="00A20762"/>
    <w:rsid w:val="00A220AA"/>
    <w:rsid w:val="00A35AD4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E47"/>
    <w:rsid w:val="00A8557D"/>
    <w:rsid w:val="00A867F5"/>
    <w:rsid w:val="00A86C4C"/>
    <w:rsid w:val="00A90015"/>
    <w:rsid w:val="00A918C5"/>
    <w:rsid w:val="00A91A65"/>
    <w:rsid w:val="00AA13C8"/>
    <w:rsid w:val="00AA18E1"/>
    <w:rsid w:val="00AA22B1"/>
    <w:rsid w:val="00AA3555"/>
    <w:rsid w:val="00AA774A"/>
    <w:rsid w:val="00AB1793"/>
    <w:rsid w:val="00AD2BCF"/>
    <w:rsid w:val="00AE0481"/>
    <w:rsid w:val="00AE0B4C"/>
    <w:rsid w:val="00AE1C8E"/>
    <w:rsid w:val="00AF4729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46B20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CE1"/>
    <w:rsid w:val="00BB5D16"/>
    <w:rsid w:val="00BB7E8C"/>
    <w:rsid w:val="00BC022E"/>
    <w:rsid w:val="00BC05F8"/>
    <w:rsid w:val="00BC2AB2"/>
    <w:rsid w:val="00BC2C30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D61"/>
    <w:rsid w:val="00BF5F44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16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210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56834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B3F2D"/>
    <w:rsid w:val="00DC410C"/>
    <w:rsid w:val="00DC5C81"/>
    <w:rsid w:val="00DD03C4"/>
    <w:rsid w:val="00DD4056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3578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62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5477"/>
    <w:rsid w:val="00F17828"/>
    <w:rsid w:val="00F17EF3"/>
    <w:rsid w:val="00F21F99"/>
    <w:rsid w:val="00F27C04"/>
    <w:rsid w:val="00F333EB"/>
    <w:rsid w:val="00F360A2"/>
    <w:rsid w:val="00F402F2"/>
    <w:rsid w:val="00F416A9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34FA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971F0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C725A"/>
    <w:rsid w:val="00FD03E2"/>
    <w:rsid w:val="00FD05D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BE5BE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633BF02-9C97-4643-B595-E98F90B482C3}"/>
</file>

<file path=customXml/itemProps2.xml><?xml version="1.0" encoding="utf-8"?>
<ds:datastoreItem xmlns:ds="http://schemas.openxmlformats.org/officeDocument/2006/customXml" ds:itemID="{8E7A2677-98D1-4784-B64C-9E7F1A7482B2}"/>
</file>

<file path=customXml/itemProps3.xml><?xml version="1.0" encoding="utf-8"?>
<ds:datastoreItem xmlns:ds="http://schemas.openxmlformats.org/officeDocument/2006/customXml" ds:itemID="{2D056F53-FFED-4B8B-9927-2CC4AF8FFE6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2020-04-23T06:58:00Z</dcterms:created>
  <dcterms:modified xsi:type="dcterms:W3CDTF">2020-04-28T13:21:00Z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